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</w:tcPr>
          <w:p w14:paraId="699CB390" w14:textId="77777777" w:rsidR="00E76E11" w:rsidRPr="00E4182F" w:rsidRDefault="00E76E11" w:rsidP="002823AF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Hlk119415211"/>
            <w:r w:rsidRPr="00E4182F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</w:tcPr>
          <w:p w14:paraId="3F5CA535" w14:textId="69A717BB" w:rsidR="00E76E11" w:rsidRPr="00E4182F" w:rsidRDefault="00E76E11" w:rsidP="002823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182F">
              <w:rPr>
                <w:rFonts w:ascii="Arial" w:hAnsi="Arial" w:cs="Arial"/>
                <w:sz w:val="16"/>
                <w:szCs w:val="16"/>
              </w:rPr>
              <w:t>OBR</w:t>
            </w:r>
            <w:r w:rsidR="003D311E">
              <w:rPr>
                <w:rFonts w:ascii="Arial" w:hAnsi="Arial" w:cs="Arial"/>
                <w:sz w:val="16"/>
                <w:szCs w:val="16"/>
              </w:rPr>
              <w:t>_</w:t>
            </w:r>
            <w:r w:rsidR="00895E02" w:rsidRPr="00E418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3ACABE18" w14:textId="2D50422F" w:rsidR="003D311E" w:rsidRPr="000A0EE3" w:rsidRDefault="00DB46BF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</w:t>
      </w:r>
      <w:r w:rsidR="003D311E" w:rsidRPr="000A0EE3">
        <w:rPr>
          <w:rFonts w:ascii="Arial" w:hAnsi="Arial" w:cs="Arial"/>
          <w:sz w:val="22"/>
          <w:szCs w:val="22"/>
        </w:rPr>
        <w:t>t</w:t>
      </w:r>
      <w:r w:rsidRPr="000A0EE3">
        <w:rPr>
          <w:rFonts w:ascii="Arial" w:hAnsi="Arial" w:cs="Arial"/>
          <w:sz w:val="22"/>
          <w:szCs w:val="22"/>
        </w:rPr>
        <w:t>. ODOS:</w:t>
      </w:r>
      <w:r w:rsidR="00206009" w:rsidRPr="000A0EE3">
        <w:rPr>
          <w:rFonts w:ascii="Arial" w:hAnsi="Arial" w:cs="Arial"/>
          <w:sz w:val="22"/>
          <w:szCs w:val="22"/>
        </w:rPr>
        <w:t xml:space="preserve"> 3041-00</w:t>
      </w:r>
      <w:r w:rsidR="00BD38C7">
        <w:rPr>
          <w:rFonts w:ascii="Arial" w:hAnsi="Arial" w:cs="Arial"/>
          <w:sz w:val="22"/>
          <w:szCs w:val="22"/>
        </w:rPr>
        <w:t>30</w:t>
      </w:r>
      <w:r w:rsidR="006617D8" w:rsidRPr="000A0EE3">
        <w:rPr>
          <w:rFonts w:ascii="Arial" w:hAnsi="Arial" w:cs="Arial"/>
          <w:sz w:val="22"/>
          <w:szCs w:val="22"/>
        </w:rPr>
        <w:t>/2025</w:t>
      </w:r>
    </w:p>
    <w:p w14:paraId="06238F53" w14:textId="6DB85D5B" w:rsidR="00DB46BF" w:rsidRPr="000A0EE3" w:rsidRDefault="003D311E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Št. BR: 2025-</w:t>
      </w:r>
      <w:r w:rsidR="004724C9">
        <w:rPr>
          <w:rFonts w:ascii="Arial" w:hAnsi="Arial" w:cs="Arial"/>
          <w:sz w:val="22"/>
          <w:szCs w:val="22"/>
        </w:rPr>
        <w:t>3</w:t>
      </w:r>
      <w:r w:rsidR="00BD38C7">
        <w:rPr>
          <w:rFonts w:ascii="Arial" w:hAnsi="Arial" w:cs="Arial"/>
          <w:sz w:val="22"/>
          <w:szCs w:val="22"/>
        </w:rPr>
        <w:t>68</w:t>
      </w:r>
      <w:r w:rsidR="005C140C" w:rsidRPr="000A0EE3">
        <w:rPr>
          <w:rFonts w:ascii="Arial" w:hAnsi="Arial" w:cs="Arial"/>
          <w:sz w:val="22"/>
          <w:szCs w:val="22"/>
        </w:rPr>
        <w:tab/>
      </w:r>
    </w:p>
    <w:bookmarkEnd w:id="0"/>
    <w:p w14:paraId="4847C436" w14:textId="77777777" w:rsidR="00361454" w:rsidRPr="000A0EE3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0A0EE3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Default="00361454" w:rsidP="00361454">
      <w:pPr>
        <w:jc w:val="center"/>
        <w:rPr>
          <w:rFonts w:ascii="Arial" w:hAnsi="Arial" w:cs="Arial"/>
          <w:b/>
          <w:sz w:val="22"/>
          <w:szCs w:val="22"/>
        </w:rPr>
      </w:pPr>
      <w:r w:rsidRPr="000A0EE3">
        <w:rPr>
          <w:rFonts w:ascii="Arial" w:hAnsi="Arial" w:cs="Arial"/>
          <w:b/>
          <w:sz w:val="22"/>
          <w:szCs w:val="22"/>
        </w:rPr>
        <w:t xml:space="preserve">PODATKI O </w:t>
      </w:r>
      <w:r w:rsidR="004358F4" w:rsidRPr="000A0EE3">
        <w:rPr>
          <w:rFonts w:ascii="Arial" w:hAnsi="Arial" w:cs="Arial"/>
          <w:b/>
          <w:sz w:val="22"/>
          <w:szCs w:val="22"/>
        </w:rPr>
        <w:t>PONUDNIKU</w:t>
      </w:r>
    </w:p>
    <w:p w14:paraId="2CB7AB28" w14:textId="77777777" w:rsidR="00E62771" w:rsidRPr="000A0EE3" w:rsidRDefault="00E62771" w:rsidP="00361454">
      <w:pPr>
        <w:jc w:val="center"/>
        <w:rPr>
          <w:rFonts w:ascii="Arial" w:hAnsi="Arial" w:cs="Arial"/>
          <w:sz w:val="22"/>
          <w:szCs w:val="22"/>
        </w:rPr>
      </w:pPr>
    </w:p>
    <w:p w14:paraId="7A8004F2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0A0EE3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Naziv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516E2F73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Davčna številka (ID št. za DDV)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33FA36B8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  <w:r w:rsidR="00BA74B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39AD6D70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 xml:space="preserve">Poslovna banka in enota pri kateri je odprt </w:t>
            </w:r>
            <w:r w:rsidR="00BA74BB">
              <w:rPr>
                <w:rFonts w:ascii="Arial" w:hAnsi="Arial" w:cs="Arial"/>
                <w:sz w:val="22"/>
                <w:szCs w:val="22"/>
              </w:rPr>
              <w:t>transakcijski račun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CC42679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 xml:space="preserve">Kontaktna oseba za izvedbo </w:t>
            </w:r>
            <w:r w:rsidR="00813E11">
              <w:rPr>
                <w:rFonts w:ascii="Arial" w:hAnsi="Arial" w:cs="Arial"/>
                <w:sz w:val="22"/>
                <w:szCs w:val="22"/>
              </w:rPr>
              <w:t>prodaje</w:t>
            </w:r>
            <w:r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6DD00A5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           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732A9" w14:textId="77777777" w:rsidR="009243E6" w:rsidRDefault="009243E6">
      <w:r>
        <w:separator/>
      </w:r>
    </w:p>
  </w:endnote>
  <w:endnote w:type="continuationSeparator" w:id="0">
    <w:p w14:paraId="1C1CA67A" w14:textId="77777777" w:rsidR="009243E6" w:rsidRDefault="009243E6">
      <w:r>
        <w:continuationSeparator/>
      </w:r>
    </w:p>
  </w:endnote>
  <w:endnote w:type="continuationNotice" w:id="1">
    <w:p w14:paraId="268371B1" w14:textId="77777777" w:rsidR="009243E6" w:rsidRDefault="00924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67134CBC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80E1E" w14:textId="77777777" w:rsidR="009243E6" w:rsidRDefault="009243E6">
      <w:r>
        <w:separator/>
      </w:r>
    </w:p>
  </w:footnote>
  <w:footnote w:type="continuationSeparator" w:id="0">
    <w:p w14:paraId="7CF665E9" w14:textId="77777777" w:rsidR="009243E6" w:rsidRDefault="009243E6">
      <w:r>
        <w:continuationSeparator/>
      </w:r>
    </w:p>
  </w:footnote>
  <w:footnote w:type="continuationNotice" w:id="1">
    <w:p w14:paraId="7A6E78F5" w14:textId="77777777" w:rsidR="009243E6" w:rsidRDefault="009243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955C1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7695">
    <w:abstractNumId w:val="5"/>
  </w:num>
  <w:num w:numId="2" w16cid:durableId="879249543">
    <w:abstractNumId w:val="22"/>
  </w:num>
  <w:num w:numId="3" w16cid:durableId="19885843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041020">
    <w:abstractNumId w:val="16"/>
  </w:num>
  <w:num w:numId="5" w16cid:durableId="2039352449">
    <w:abstractNumId w:val="15"/>
  </w:num>
  <w:num w:numId="6" w16cid:durableId="1998920390">
    <w:abstractNumId w:val="6"/>
  </w:num>
  <w:num w:numId="7" w16cid:durableId="2126147847">
    <w:abstractNumId w:val="18"/>
  </w:num>
  <w:num w:numId="8" w16cid:durableId="301926450">
    <w:abstractNumId w:val="7"/>
  </w:num>
  <w:num w:numId="9" w16cid:durableId="68748415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0245724">
    <w:abstractNumId w:val="19"/>
  </w:num>
  <w:num w:numId="11" w16cid:durableId="14273374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7016425">
    <w:abstractNumId w:val="8"/>
  </w:num>
  <w:num w:numId="13" w16cid:durableId="1523470225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887464">
    <w:abstractNumId w:val="13"/>
  </w:num>
  <w:num w:numId="15" w16cid:durableId="33358767">
    <w:abstractNumId w:val="2"/>
  </w:num>
  <w:num w:numId="16" w16cid:durableId="1157502313">
    <w:abstractNumId w:val="12"/>
  </w:num>
  <w:num w:numId="17" w16cid:durableId="1617056947">
    <w:abstractNumId w:val="0"/>
  </w:num>
  <w:num w:numId="18" w16cid:durableId="453334903">
    <w:abstractNumId w:val="3"/>
  </w:num>
  <w:num w:numId="19" w16cid:durableId="1644695469">
    <w:abstractNumId w:val="17"/>
  </w:num>
  <w:num w:numId="20" w16cid:durableId="736780779">
    <w:abstractNumId w:val="9"/>
  </w:num>
  <w:num w:numId="21" w16cid:durableId="1748129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3161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0733607">
    <w:abstractNumId w:val="4"/>
  </w:num>
  <w:num w:numId="24" w16cid:durableId="263928592">
    <w:abstractNumId w:val="11"/>
  </w:num>
  <w:num w:numId="25" w16cid:durableId="1464497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64D4A"/>
    <w:rsid w:val="00096243"/>
    <w:rsid w:val="00096BE4"/>
    <w:rsid w:val="000974FD"/>
    <w:rsid w:val="000A0EE3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2268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311E"/>
    <w:rsid w:val="003D5FBC"/>
    <w:rsid w:val="003E4CFC"/>
    <w:rsid w:val="003E5C55"/>
    <w:rsid w:val="003F0DE7"/>
    <w:rsid w:val="003F4DE6"/>
    <w:rsid w:val="00406373"/>
    <w:rsid w:val="004275F2"/>
    <w:rsid w:val="0043532D"/>
    <w:rsid w:val="004358F4"/>
    <w:rsid w:val="00441E28"/>
    <w:rsid w:val="00445049"/>
    <w:rsid w:val="0044668A"/>
    <w:rsid w:val="004527D6"/>
    <w:rsid w:val="00455EB9"/>
    <w:rsid w:val="004720C5"/>
    <w:rsid w:val="004724C9"/>
    <w:rsid w:val="0047643E"/>
    <w:rsid w:val="004801D0"/>
    <w:rsid w:val="00491213"/>
    <w:rsid w:val="00497AA4"/>
    <w:rsid w:val="004A0508"/>
    <w:rsid w:val="004B065E"/>
    <w:rsid w:val="004D0253"/>
    <w:rsid w:val="004D6B75"/>
    <w:rsid w:val="004E71D4"/>
    <w:rsid w:val="004E7FC9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17D8"/>
    <w:rsid w:val="00662D8F"/>
    <w:rsid w:val="0066332D"/>
    <w:rsid w:val="00670A28"/>
    <w:rsid w:val="00670D1D"/>
    <w:rsid w:val="00670FD5"/>
    <w:rsid w:val="00697B71"/>
    <w:rsid w:val="006A3DFC"/>
    <w:rsid w:val="006D59F7"/>
    <w:rsid w:val="006E377F"/>
    <w:rsid w:val="006F069E"/>
    <w:rsid w:val="006F273B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46D7"/>
    <w:rsid w:val="007B3203"/>
    <w:rsid w:val="007D302C"/>
    <w:rsid w:val="007D4174"/>
    <w:rsid w:val="007E0866"/>
    <w:rsid w:val="007E31E3"/>
    <w:rsid w:val="007F3757"/>
    <w:rsid w:val="007F4AC2"/>
    <w:rsid w:val="007F512B"/>
    <w:rsid w:val="007F5846"/>
    <w:rsid w:val="00803627"/>
    <w:rsid w:val="00813E11"/>
    <w:rsid w:val="008155E7"/>
    <w:rsid w:val="00824D1D"/>
    <w:rsid w:val="00832B4F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243E6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96957"/>
    <w:rsid w:val="00BA2C4A"/>
    <w:rsid w:val="00BA74BB"/>
    <w:rsid w:val="00BB3939"/>
    <w:rsid w:val="00BC00ED"/>
    <w:rsid w:val="00BC2412"/>
    <w:rsid w:val="00BC29DD"/>
    <w:rsid w:val="00BD2FD8"/>
    <w:rsid w:val="00BD38C7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0807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2B5"/>
    <w:rsid w:val="00DB5A10"/>
    <w:rsid w:val="00DF116B"/>
    <w:rsid w:val="00DF3D50"/>
    <w:rsid w:val="00E029F3"/>
    <w:rsid w:val="00E02C2C"/>
    <w:rsid w:val="00E0340C"/>
    <w:rsid w:val="00E06E70"/>
    <w:rsid w:val="00E133B7"/>
    <w:rsid w:val="00E13E5E"/>
    <w:rsid w:val="00E16A4C"/>
    <w:rsid w:val="00E3300C"/>
    <w:rsid w:val="00E4182F"/>
    <w:rsid w:val="00E43C3D"/>
    <w:rsid w:val="00E550C0"/>
    <w:rsid w:val="00E61921"/>
    <w:rsid w:val="00E6277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8c5f5d4-aadc-499c-975b-051170a396f7"/>
    <ds:schemaRef ds:uri="6a4cc071-bd85-44c5-acc7-68a9b922d49c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B5EC5-26D7-49D4-9994-C5C40A689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2A3F4E-BD6E-40CE-A7AF-E9697687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627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13</cp:revision>
  <cp:lastPrinted>2025-09-23T06:36:00Z</cp:lastPrinted>
  <dcterms:created xsi:type="dcterms:W3CDTF">2020-01-30T11:21:00Z</dcterms:created>
  <dcterms:modified xsi:type="dcterms:W3CDTF">2025-10-16T11:35:00Z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